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D1E" w:rsidRPr="00092BB9" w:rsidRDefault="00B85D1E">
      <w:pPr>
        <w:rPr>
          <w:sz w:val="4"/>
        </w:rPr>
      </w:pPr>
    </w:p>
    <w:tbl>
      <w:tblPr>
        <w:tblW w:w="9823" w:type="dxa"/>
        <w:tblLayout w:type="fixed"/>
        <w:tblLook w:val="01E0" w:firstRow="1" w:lastRow="1" w:firstColumn="1" w:lastColumn="1" w:noHBand="0" w:noVBand="0"/>
      </w:tblPr>
      <w:tblGrid>
        <w:gridCol w:w="4536"/>
        <w:gridCol w:w="392"/>
        <w:gridCol w:w="175"/>
        <w:gridCol w:w="250"/>
        <w:gridCol w:w="4286"/>
        <w:gridCol w:w="184"/>
      </w:tblGrid>
      <w:tr w:rsidR="0041200B" w:rsidRPr="00F75D89" w:rsidTr="00645214">
        <w:tc>
          <w:tcPr>
            <w:tcW w:w="4536" w:type="dxa"/>
            <w:vAlign w:val="center"/>
          </w:tcPr>
          <w:p w:rsidR="0041200B" w:rsidRPr="000932AB" w:rsidRDefault="00FB3B5A" w:rsidP="006D5977">
            <w:pPr>
              <w:spacing w:line="300" w:lineRule="exact"/>
              <w:ind w:right="351"/>
              <w:jc w:val="center"/>
              <w:rPr>
                <w:b/>
                <w:spacing w:val="-12"/>
                <w:sz w:val="28"/>
                <w:szCs w:val="28"/>
              </w:rPr>
            </w:pPr>
            <w:r w:rsidRPr="000932AB">
              <w:rPr>
                <w:noProof/>
                <w:spacing w:val="-12"/>
              </w:rPr>
              <w:drawing>
                <wp:anchor distT="0" distB="0" distL="114300" distR="114300" simplePos="0" relativeHeight="251657728" behindDoc="0" locked="0" layoutInCell="1" allowOverlap="1" wp14:anchorId="570C1BB1" wp14:editId="068F4339">
                  <wp:simplePos x="0" y="0"/>
                  <wp:positionH relativeFrom="column">
                    <wp:posOffset>2664460</wp:posOffset>
                  </wp:positionH>
                  <wp:positionV relativeFrom="paragraph">
                    <wp:posOffset>30480</wp:posOffset>
                  </wp:positionV>
                  <wp:extent cx="721360" cy="730885"/>
                  <wp:effectExtent l="0" t="0" r="254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3EF9" w:rsidRPr="000932AB">
              <w:rPr>
                <w:spacing w:val="-12"/>
                <w:sz w:val="28"/>
                <w:szCs w:val="28"/>
              </w:rPr>
              <w:t xml:space="preserve">МИНИСТЕРСТВО </w:t>
            </w:r>
            <w:r w:rsidR="006D5977" w:rsidRPr="000932AB">
              <w:rPr>
                <w:spacing w:val="-12"/>
                <w:sz w:val="28"/>
                <w:szCs w:val="28"/>
              </w:rPr>
              <w:t>СПОРТА</w:t>
            </w:r>
            <w:r w:rsidR="00973EF9" w:rsidRPr="000932AB">
              <w:rPr>
                <w:spacing w:val="-12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1200B" w:rsidRPr="00FB716C" w:rsidRDefault="0041200B" w:rsidP="008540C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4676F" w:rsidRPr="000932AB" w:rsidRDefault="00973EF9" w:rsidP="0034676F">
            <w:pPr>
              <w:spacing w:line="300" w:lineRule="exact"/>
              <w:ind w:left="317" w:right="-174"/>
              <w:rPr>
                <w:spacing w:val="-12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>ТАТАРСТАН РЕСПУБЛИКАСЫ</w:t>
            </w:r>
            <w:r w:rsidR="00146D9B" w:rsidRPr="000932AB">
              <w:rPr>
                <w:spacing w:val="-12"/>
                <w:sz w:val="28"/>
                <w:szCs w:val="28"/>
              </w:rPr>
              <w:t xml:space="preserve"> </w:t>
            </w:r>
          </w:p>
          <w:p w:rsidR="0041200B" w:rsidRPr="00FB716C" w:rsidRDefault="00973EF9" w:rsidP="00FB3B5A">
            <w:pPr>
              <w:spacing w:line="300" w:lineRule="exact"/>
              <w:ind w:left="317" w:right="214"/>
              <w:jc w:val="center"/>
              <w:rPr>
                <w:b/>
                <w:spacing w:val="-6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 xml:space="preserve">СПОРТ </w:t>
            </w:r>
            <w:r w:rsidR="000E65F2" w:rsidRPr="000932AB">
              <w:rPr>
                <w:spacing w:val="-12"/>
                <w:sz w:val="28"/>
                <w:szCs w:val="28"/>
              </w:rPr>
              <w:t>М</w:t>
            </w:r>
            <w:r w:rsidRPr="000932AB">
              <w:rPr>
                <w:spacing w:val="-12"/>
                <w:sz w:val="28"/>
                <w:szCs w:val="28"/>
              </w:rPr>
              <w:t>ИНИСТРЛЫГЫ</w:t>
            </w:r>
          </w:p>
        </w:tc>
      </w:tr>
      <w:tr w:rsidR="007E5571" w:rsidRPr="00FB3B5A" w:rsidTr="00645214">
        <w:tc>
          <w:tcPr>
            <w:tcW w:w="4536" w:type="dxa"/>
          </w:tcPr>
          <w:p w:rsidR="007E5571" w:rsidRPr="00FB3B5A" w:rsidRDefault="007E5571" w:rsidP="007E5571">
            <w:pPr>
              <w:ind w:left="-100"/>
              <w:jc w:val="center"/>
              <w:rPr>
                <w:b/>
                <w:sz w:val="16"/>
                <w:szCs w:val="10"/>
              </w:rPr>
            </w:pPr>
          </w:p>
        </w:tc>
        <w:tc>
          <w:tcPr>
            <w:tcW w:w="817" w:type="dxa"/>
            <w:gridSpan w:val="3"/>
          </w:tcPr>
          <w:p w:rsidR="007E5571" w:rsidRPr="00FB3B5A" w:rsidRDefault="007E5571" w:rsidP="004F75C4">
            <w:pPr>
              <w:ind w:right="-108"/>
              <w:jc w:val="center"/>
              <w:rPr>
                <w:sz w:val="16"/>
                <w:szCs w:val="10"/>
              </w:rPr>
            </w:pPr>
          </w:p>
        </w:tc>
        <w:tc>
          <w:tcPr>
            <w:tcW w:w="4470" w:type="dxa"/>
            <w:gridSpan w:val="2"/>
          </w:tcPr>
          <w:p w:rsidR="007E5571" w:rsidRPr="00FB3B5A" w:rsidRDefault="007E5571" w:rsidP="007E5571">
            <w:pPr>
              <w:ind w:left="-70" w:right="-32"/>
              <w:jc w:val="center"/>
              <w:rPr>
                <w:b/>
                <w:sz w:val="16"/>
                <w:szCs w:val="10"/>
              </w:rPr>
            </w:pPr>
          </w:p>
        </w:tc>
      </w:tr>
      <w:tr w:rsidR="00ED52E4" w:rsidRPr="00F75D89" w:rsidTr="00645214">
        <w:tc>
          <w:tcPr>
            <w:tcW w:w="4536" w:type="dxa"/>
            <w:vAlign w:val="center"/>
          </w:tcPr>
          <w:p w:rsidR="00ED52E4" w:rsidRDefault="00673CD5" w:rsidP="00FB3B5A">
            <w:pPr>
              <w:spacing w:line="220" w:lineRule="exact"/>
              <w:ind w:right="314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ED52E4" w:rsidRDefault="00ED52E4" w:rsidP="00FB3B5A">
            <w:pPr>
              <w:spacing w:line="220" w:lineRule="exact"/>
              <w:ind w:right="314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 w:rsidR="00673CD5"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ED52E4" w:rsidRPr="00FB716C" w:rsidRDefault="00ED52E4" w:rsidP="00E36E8B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ED52E4" w:rsidRDefault="00ED52E4" w:rsidP="00FB3B5A">
            <w:pPr>
              <w:spacing w:line="220" w:lineRule="exact"/>
              <w:ind w:left="69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ED52E4" w:rsidRPr="00FB716C" w:rsidRDefault="00ED52E4" w:rsidP="00FB3B5A">
            <w:pPr>
              <w:spacing w:line="220" w:lineRule="exact"/>
              <w:ind w:left="69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6E3F88" w:rsidRPr="00ED6307" w:rsidTr="00645214">
        <w:trPr>
          <w:trHeight w:val="431"/>
        </w:trPr>
        <w:tc>
          <w:tcPr>
            <w:tcW w:w="4928" w:type="dxa"/>
            <w:gridSpan w:val="2"/>
          </w:tcPr>
          <w:p w:rsidR="006E3F88" w:rsidRPr="00ED6307" w:rsidRDefault="006E3F88" w:rsidP="00E36E8B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6E3F88" w:rsidRPr="00ED6307" w:rsidRDefault="006E3F88" w:rsidP="00E36E8B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DD4682" w:rsidRPr="0034676F" w:rsidTr="00645214">
        <w:trPr>
          <w:gridAfter w:val="1"/>
          <w:wAfter w:w="184" w:type="dxa"/>
        </w:trPr>
        <w:tc>
          <w:tcPr>
            <w:tcW w:w="9639" w:type="dxa"/>
            <w:gridSpan w:val="5"/>
          </w:tcPr>
          <w:p w:rsidR="00DD4682" w:rsidRPr="0034676F" w:rsidRDefault="00DD4682" w:rsidP="003651C9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 w:rsidR="0034676F">
              <w:rPr>
                <w:sz w:val="20"/>
                <w:szCs w:val="20"/>
                <w:lang w:val="en-US"/>
              </w:rPr>
              <w:t xml:space="preserve">E-mail: </w:t>
            </w:r>
            <w:r w:rsidR="003651C9">
              <w:rPr>
                <w:sz w:val="20"/>
                <w:szCs w:val="20"/>
                <w:lang w:val="en-US"/>
              </w:rPr>
              <w:t>minsport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 w:rsidR="0034676F"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</w:t>
            </w:r>
            <w:r w:rsidR="003A245E">
              <w:rPr>
                <w:sz w:val="20"/>
                <w:szCs w:val="20"/>
                <w:lang w:val="en-US"/>
              </w:rPr>
              <w:t>insport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3A5BBC" w:rsidRPr="0034676F" w:rsidTr="00645214">
        <w:trPr>
          <w:gridAfter w:val="1"/>
          <w:wAfter w:w="184" w:type="dxa"/>
        </w:trPr>
        <w:tc>
          <w:tcPr>
            <w:tcW w:w="5103" w:type="dxa"/>
            <w:gridSpan w:val="3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A5BBC" w:rsidRPr="00F75D89" w:rsidTr="00645214">
        <w:tc>
          <w:tcPr>
            <w:tcW w:w="5103" w:type="dxa"/>
            <w:gridSpan w:val="3"/>
          </w:tcPr>
          <w:p w:rsidR="003A5BBC" w:rsidRPr="00F75D89" w:rsidRDefault="003A5BBC" w:rsidP="00B85D1E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  <w:tr w:rsidR="003A5BBC" w:rsidRPr="00F75D89" w:rsidTr="00645214">
        <w:trPr>
          <w:trHeight w:val="332"/>
        </w:trPr>
        <w:tc>
          <w:tcPr>
            <w:tcW w:w="5103" w:type="dxa"/>
            <w:gridSpan w:val="3"/>
          </w:tcPr>
          <w:p w:rsidR="003A5BBC" w:rsidRPr="00F75D89" w:rsidRDefault="003A5BBC" w:rsidP="00B85D1E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</w:tbl>
    <w:p w:rsidR="00F01CA6" w:rsidRPr="00F01CA6" w:rsidRDefault="00F01CA6" w:rsidP="005B63ED">
      <w:pPr>
        <w:ind w:left="6663" w:hanging="22"/>
        <w:rPr>
          <w:sz w:val="28"/>
          <w:szCs w:val="28"/>
        </w:rPr>
      </w:pPr>
      <w:r w:rsidRPr="00F01CA6">
        <w:rPr>
          <w:sz w:val="28"/>
          <w:szCs w:val="28"/>
        </w:rPr>
        <w:t xml:space="preserve">Главам </w:t>
      </w:r>
    </w:p>
    <w:p w:rsidR="00F01CA6" w:rsidRPr="00F01CA6" w:rsidRDefault="00F01CA6" w:rsidP="005B63ED">
      <w:pPr>
        <w:ind w:left="6663" w:hanging="22"/>
        <w:rPr>
          <w:sz w:val="28"/>
          <w:szCs w:val="28"/>
        </w:rPr>
      </w:pPr>
      <w:r w:rsidRPr="00F01CA6">
        <w:rPr>
          <w:sz w:val="28"/>
          <w:szCs w:val="28"/>
        </w:rPr>
        <w:t xml:space="preserve">муниципальных образований </w:t>
      </w:r>
    </w:p>
    <w:p w:rsidR="00F01CA6" w:rsidRPr="00F01CA6" w:rsidRDefault="00F01CA6" w:rsidP="005B63ED">
      <w:pPr>
        <w:ind w:left="6663" w:hanging="22"/>
        <w:rPr>
          <w:sz w:val="28"/>
          <w:szCs w:val="28"/>
        </w:rPr>
      </w:pPr>
      <w:r w:rsidRPr="00F01CA6">
        <w:rPr>
          <w:sz w:val="28"/>
          <w:szCs w:val="28"/>
        </w:rPr>
        <w:t>Республики Татарстан</w:t>
      </w:r>
    </w:p>
    <w:p w:rsidR="00F01CA6" w:rsidRPr="00F01CA6" w:rsidRDefault="00F01CA6" w:rsidP="00F01CA6">
      <w:pPr>
        <w:ind w:left="-120" w:firstLine="540"/>
        <w:jc w:val="center"/>
        <w:rPr>
          <w:b/>
          <w:sz w:val="28"/>
          <w:szCs w:val="28"/>
        </w:rPr>
      </w:pPr>
    </w:p>
    <w:p w:rsidR="00F01CA6" w:rsidRPr="00F01CA6" w:rsidRDefault="00F01CA6" w:rsidP="00C31C1C">
      <w:pPr>
        <w:spacing w:line="288" w:lineRule="auto"/>
        <w:ind w:firstLine="540"/>
        <w:jc w:val="center"/>
        <w:rPr>
          <w:b/>
          <w:sz w:val="28"/>
          <w:szCs w:val="28"/>
        </w:rPr>
      </w:pPr>
      <w:r w:rsidRPr="00F01CA6">
        <w:rPr>
          <w:b/>
          <w:sz w:val="28"/>
          <w:szCs w:val="28"/>
        </w:rPr>
        <w:t>Уважаемые коллеги!</w:t>
      </w:r>
    </w:p>
    <w:p w:rsidR="00F01CA6" w:rsidRPr="00F01CA6" w:rsidRDefault="00F01CA6" w:rsidP="00A62FBF">
      <w:pPr>
        <w:ind w:firstLine="540"/>
        <w:jc w:val="center"/>
        <w:rPr>
          <w:b/>
          <w:sz w:val="28"/>
          <w:szCs w:val="28"/>
        </w:rPr>
      </w:pPr>
    </w:p>
    <w:p w:rsidR="008D718C" w:rsidRDefault="008D718C" w:rsidP="008D718C">
      <w:pPr>
        <w:ind w:firstLine="709"/>
        <w:jc w:val="both"/>
        <w:rPr>
          <w:sz w:val="28"/>
          <w:szCs w:val="28"/>
        </w:rPr>
      </w:pPr>
      <w:r w:rsidRPr="008D718C">
        <w:rPr>
          <w:sz w:val="28"/>
          <w:szCs w:val="28"/>
        </w:rPr>
        <w:t>Компьютерный спорт – это динамично развивающийся вид спорта. Приказом Министерства спорта Российской Федерации от 16.03.2017 № 183 вид спорта «компьютерный спорт» переведен во второй раздел Всероссийского реестра видов спорта – «виды спорта, развиваемые на общероссийском уровне», тем самым подтвержден официальный статус данного вида спорта и присвоен номер-код вида спорта 1240002411Л.</w:t>
      </w:r>
    </w:p>
    <w:p w:rsidR="008D718C" w:rsidRPr="008D718C" w:rsidRDefault="008D718C" w:rsidP="008D7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развития данного вида спорта в республике создано и функционирует </w:t>
      </w:r>
      <w:r w:rsidRPr="008D718C">
        <w:rPr>
          <w:sz w:val="28"/>
          <w:szCs w:val="28"/>
        </w:rPr>
        <w:t>Татарстанское республиканское отделение Общероссийской общественной организации «Федерация компь</w:t>
      </w:r>
      <w:r>
        <w:rPr>
          <w:sz w:val="28"/>
          <w:szCs w:val="28"/>
        </w:rPr>
        <w:t>ютерного спорта России»</w:t>
      </w:r>
      <w:r w:rsidR="0001061C">
        <w:rPr>
          <w:sz w:val="28"/>
          <w:szCs w:val="28"/>
        </w:rPr>
        <w:t xml:space="preserve"> (далее – Федерация)</w:t>
      </w:r>
      <w:r>
        <w:rPr>
          <w:sz w:val="28"/>
          <w:szCs w:val="28"/>
        </w:rPr>
        <w:t>.</w:t>
      </w:r>
      <w:r w:rsidR="0001061C">
        <w:rPr>
          <w:sz w:val="28"/>
          <w:szCs w:val="28"/>
        </w:rPr>
        <w:t xml:space="preserve"> </w:t>
      </w:r>
    </w:p>
    <w:p w:rsidR="00F766B7" w:rsidRDefault="009551FF" w:rsidP="009551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766B7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="00F766B7">
        <w:rPr>
          <w:sz w:val="28"/>
          <w:szCs w:val="28"/>
        </w:rPr>
        <w:t xml:space="preserve"> </w:t>
      </w:r>
      <w:r w:rsidR="005D5354">
        <w:rPr>
          <w:sz w:val="28"/>
          <w:szCs w:val="28"/>
        </w:rPr>
        <w:t xml:space="preserve">с </w:t>
      </w:r>
      <w:bookmarkStart w:id="0" w:name="_GoBack"/>
      <w:bookmarkEnd w:id="0"/>
      <w:r w:rsidR="00F766B7">
        <w:rPr>
          <w:sz w:val="28"/>
          <w:szCs w:val="28"/>
        </w:rPr>
        <w:t xml:space="preserve">6 по 10 июля в г.Казани </w:t>
      </w:r>
      <w:r w:rsidR="0001061C">
        <w:rPr>
          <w:sz w:val="28"/>
          <w:szCs w:val="28"/>
        </w:rPr>
        <w:t xml:space="preserve">Федерацией </w:t>
      </w:r>
      <w:r w:rsidR="00A62A7B">
        <w:rPr>
          <w:sz w:val="28"/>
          <w:szCs w:val="28"/>
        </w:rPr>
        <w:t>проводится</w:t>
      </w:r>
      <w:r w:rsidR="00F766B7">
        <w:rPr>
          <w:sz w:val="28"/>
          <w:szCs w:val="28"/>
        </w:rPr>
        <w:t xml:space="preserve"> Кубок Республики Татарстан по компьютерному спорту. Гранд-финал соревнований состоится в «Киберпарк Арена» ГАУ «Технопарк в сфере высоких технологий «ИТ-парк им. Б.Рамеева».</w:t>
      </w:r>
    </w:p>
    <w:p w:rsidR="006B3CE0" w:rsidRDefault="00F766B7" w:rsidP="009551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 направляем Вам для сведения и руководства в работе Положение о проведении</w:t>
      </w:r>
      <w:r w:rsidR="009551FF">
        <w:rPr>
          <w:sz w:val="28"/>
          <w:szCs w:val="28"/>
        </w:rPr>
        <w:t xml:space="preserve"> </w:t>
      </w:r>
      <w:r>
        <w:rPr>
          <w:sz w:val="28"/>
          <w:szCs w:val="28"/>
        </w:rPr>
        <w:t>Кубка Республики Татарстан по компьютерному спорту.</w:t>
      </w:r>
    </w:p>
    <w:p w:rsidR="00F766B7" w:rsidRDefault="00F766B7" w:rsidP="00F766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участие спортсменов в соревновании производится без внесения регистрационного взноса. Регистрация спортсменов осуществляется через телеграм-канал </w:t>
      </w:r>
      <w:r w:rsidRPr="008D718C">
        <w:rPr>
          <w:sz w:val="28"/>
          <w:szCs w:val="28"/>
        </w:rPr>
        <w:t>Федераци</w:t>
      </w:r>
      <w:r w:rsidR="0001061C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  <w:hyperlink r:id="rId9" w:history="1">
        <w:r w:rsidR="0001061C" w:rsidRPr="00B3768D">
          <w:rPr>
            <w:rStyle w:val="a6"/>
            <w:sz w:val="28"/>
            <w:szCs w:val="28"/>
            <w:lang w:val="en-US"/>
          </w:rPr>
          <w:t>http</w:t>
        </w:r>
        <w:r w:rsidR="0001061C" w:rsidRPr="00B3768D">
          <w:rPr>
            <w:rStyle w:val="a6"/>
            <w:sz w:val="28"/>
            <w:szCs w:val="28"/>
          </w:rPr>
          <w:t>://</w:t>
        </w:r>
        <w:r w:rsidR="0001061C" w:rsidRPr="00B3768D">
          <w:rPr>
            <w:rStyle w:val="a6"/>
            <w:sz w:val="28"/>
            <w:szCs w:val="28"/>
            <w:lang w:val="en-US"/>
          </w:rPr>
          <w:t>t</w:t>
        </w:r>
        <w:r w:rsidR="0001061C" w:rsidRPr="00B3768D">
          <w:rPr>
            <w:rStyle w:val="a6"/>
            <w:sz w:val="28"/>
            <w:szCs w:val="28"/>
          </w:rPr>
          <w:t>.</w:t>
        </w:r>
        <w:r w:rsidR="0001061C" w:rsidRPr="00B3768D">
          <w:rPr>
            <w:rStyle w:val="a6"/>
            <w:sz w:val="28"/>
            <w:szCs w:val="28"/>
            <w:lang w:val="en-US"/>
          </w:rPr>
          <w:t>me</w:t>
        </w:r>
        <w:r w:rsidR="0001061C" w:rsidRPr="00B3768D">
          <w:rPr>
            <w:rStyle w:val="a6"/>
            <w:sz w:val="28"/>
            <w:szCs w:val="28"/>
          </w:rPr>
          <w:t>/</w:t>
        </w:r>
        <w:r w:rsidR="0001061C" w:rsidRPr="00B3768D">
          <w:rPr>
            <w:rStyle w:val="a6"/>
            <w:sz w:val="28"/>
            <w:szCs w:val="28"/>
            <w:lang w:val="en-US"/>
          </w:rPr>
          <w:t>esportsrt</w:t>
        </w:r>
      </w:hyperlink>
      <w:r w:rsidR="0001061C" w:rsidRPr="0001061C">
        <w:rPr>
          <w:sz w:val="28"/>
          <w:szCs w:val="28"/>
        </w:rPr>
        <w:t xml:space="preserve">. </w:t>
      </w:r>
    </w:p>
    <w:p w:rsidR="0001061C" w:rsidRPr="008D718C" w:rsidRDefault="0001061C" w:rsidP="00F766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93F14">
        <w:rPr>
          <w:sz w:val="28"/>
          <w:szCs w:val="28"/>
        </w:rPr>
        <w:t>19 л. в 1 экз.</w:t>
      </w:r>
    </w:p>
    <w:p w:rsidR="00D406EB" w:rsidRDefault="00D406EB" w:rsidP="00A62FBF">
      <w:pPr>
        <w:ind w:firstLine="709"/>
        <w:jc w:val="both"/>
        <w:rPr>
          <w:sz w:val="28"/>
          <w:szCs w:val="28"/>
        </w:rPr>
      </w:pPr>
    </w:p>
    <w:p w:rsidR="00484637" w:rsidRPr="00F01CA6" w:rsidRDefault="00484637" w:rsidP="00A62FBF">
      <w:pPr>
        <w:jc w:val="both"/>
        <w:rPr>
          <w:bCs/>
          <w:sz w:val="28"/>
          <w:szCs w:val="28"/>
        </w:rPr>
      </w:pPr>
    </w:p>
    <w:p w:rsidR="00F01CA6" w:rsidRPr="00F01CA6" w:rsidRDefault="0056592E" w:rsidP="00A62FB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F01CA6" w:rsidRPr="00F01CA6">
        <w:rPr>
          <w:bCs/>
          <w:sz w:val="28"/>
          <w:szCs w:val="28"/>
        </w:rPr>
        <w:t xml:space="preserve">инистр                                                                              </w:t>
      </w:r>
      <w:r w:rsidR="006E6DF1">
        <w:rPr>
          <w:bCs/>
          <w:sz w:val="28"/>
          <w:szCs w:val="28"/>
        </w:rPr>
        <w:t xml:space="preserve">                                       </w:t>
      </w:r>
      <w:r w:rsidR="00C23560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                  В.А.Леонов</w:t>
      </w:r>
    </w:p>
    <w:p w:rsidR="004C3683" w:rsidRDefault="004C3683" w:rsidP="00A62FBF">
      <w:pPr>
        <w:jc w:val="both"/>
        <w:rPr>
          <w:bCs/>
          <w:szCs w:val="22"/>
        </w:rPr>
      </w:pPr>
    </w:p>
    <w:p w:rsidR="00F31091" w:rsidRDefault="00F31091" w:rsidP="00A62FBF">
      <w:pPr>
        <w:jc w:val="both"/>
        <w:rPr>
          <w:bCs/>
          <w:szCs w:val="22"/>
        </w:rPr>
      </w:pPr>
    </w:p>
    <w:p w:rsidR="00F31091" w:rsidRDefault="00F31091" w:rsidP="00A62FBF">
      <w:pPr>
        <w:jc w:val="both"/>
        <w:rPr>
          <w:bCs/>
          <w:szCs w:val="22"/>
        </w:rPr>
      </w:pPr>
    </w:p>
    <w:p w:rsidR="00F31091" w:rsidRDefault="00F31091" w:rsidP="00A62FBF">
      <w:pPr>
        <w:jc w:val="both"/>
        <w:rPr>
          <w:bCs/>
          <w:szCs w:val="22"/>
        </w:rPr>
      </w:pPr>
    </w:p>
    <w:p w:rsidR="00D05E28" w:rsidRDefault="00D05E28" w:rsidP="00A62FBF">
      <w:pPr>
        <w:jc w:val="both"/>
        <w:rPr>
          <w:bCs/>
          <w:szCs w:val="22"/>
        </w:rPr>
      </w:pPr>
    </w:p>
    <w:p w:rsidR="00D5440D" w:rsidRPr="00C23560" w:rsidRDefault="00D5440D" w:rsidP="00A62FBF">
      <w:pPr>
        <w:jc w:val="both"/>
        <w:rPr>
          <w:bCs/>
          <w:szCs w:val="22"/>
        </w:rPr>
      </w:pPr>
    </w:p>
    <w:p w:rsidR="00F01CA6" w:rsidRPr="00C23560" w:rsidRDefault="00530147" w:rsidP="00D05E28">
      <w:pPr>
        <w:jc w:val="both"/>
        <w:rPr>
          <w:bCs/>
          <w:szCs w:val="22"/>
        </w:rPr>
      </w:pPr>
      <w:r w:rsidRPr="00C23560">
        <w:rPr>
          <w:bCs/>
          <w:szCs w:val="22"/>
        </w:rPr>
        <w:t>В.В.Черкасова</w:t>
      </w:r>
    </w:p>
    <w:p w:rsidR="00DA16EC" w:rsidRPr="00C23560" w:rsidRDefault="00530147" w:rsidP="00D05E28">
      <w:pPr>
        <w:jc w:val="both"/>
        <w:rPr>
          <w:bCs/>
          <w:szCs w:val="22"/>
        </w:rPr>
      </w:pPr>
      <w:r w:rsidRPr="00C23560">
        <w:rPr>
          <w:bCs/>
          <w:szCs w:val="22"/>
        </w:rPr>
        <w:t>8(843) 222-81-71</w:t>
      </w:r>
    </w:p>
    <w:sectPr w:rsidR="00DA16EC" w:rsidRPr="00C23560" w:rsidSect="0001061C">
      <w:pgSz w:w="11906" w:h="16838" w:code="9"/>
      <w:pgMar w:top="1134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002" w:rsidRDefault="00CF0002">
      <w:r>
        <w:separator/>
      </w:r>
    </w:p>
  </w:endnote>
  <w:endnote w:type="continuationSeparator" w:id="0">
    <w:p w:rsidR="00CF0002" w:rsidRDefault="00CF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002" w:rsidRDefault="00CF0002">
      <w:r>
        <w:separator/>
      </w:r>
    </w:p>
  </w:footnote>
  <w:footnote w:type="continuationSeparator" w:id="0">
    <w:p w:rsidR="00CF0002" w:rsidRDefault="00CF0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F2F59"/>
    <w:multiLevelType w:val="hybridMultilevel"/>
    <w:tmpl w:val="20909764"/>
    <w:lvl w:ilvl="0" w:tplc="68D6365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E76CA"/>
    <w:multiLevelType w:val="hybridMultilevel"/>
    <w:tmpl w:val="7486D7D0"/>
    <w:lvl w:ilvl="0" w:tplc="055E574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7F4C0B"/>
    <w:multiLevelType w:val="hybridMultilevel"/>
    <w:tmpl w:val="AC0E45D6"/>
    <w:lvl w:ilvl="0" w:tplc="72106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5A"/>
    <w:rsid w:val="000063DB"/>
    <w:rsid w:val="0001061C"/>
    <w:rsid w:val="00017AF1"/>
    <w:rsid w:val="00021FB2"/>
    <w:rsid w:val="00032845"/>
    <w:rsid w:val="00046779"/>
    <w:rsid w:val="00081320"/>
    <w:rsid w:val="00092BB9"/>
    <w:rsid w:val="000932AB"/>
    <w:rsid w:val="000B1A17"/>
    <w:rsid w:val="000C3331"/>
    <w:rsid w:val="000C4BA7"/>
    <w:rsid w:val="000C525F"/>
    <w:rsid w:val="000D55BD"/>
    <w:rsid w:val="000E173E"/>
    <w:rsid w:val="000E2601"/>
    <w:rsid w:val="000E65F2"/>
    <w:rsid w:val="0010235C"/>
    <w:rsid w:val="0010258F"/>
    <w:rsid w:val="00102921"/>
    <w:rsid w:val="00112434"/>
    <w:rsid w:val="00134CE4"/>
    <w:rsid w:val="00136D82"/>
    <w:rsid w:val="00146D9B"/>
    <w:rsid w:val="00153E3D"/>
    <w:rsid w:val="00154A0B"/>
    <w:rsid w:val="00170150"/>
    <w:rsid w:val="001818EB"/>
    <w:rsid w:val="00186265"/>
    <w:rsid w:val="00186271"/>
    <w:rsid w:val="001A0A77"/>
    <w:rsid w:val="001A7664"/>
    <w:rsid w:val="001B0613"/>
    <w:rsid w:val="001C6B23"/>
    <w:rsid w:val="001D0A36"/>
    <w:rsid w:val="001D0C57"/>
    <w:rsid w:val="001D598C"/>
    <w:rsid w:val="001F5958"/>
    <w:rsid w:val="00201E4F"/>
    <w:rsid w:val="00207EF8"/>
    <w:rsid w:val="00222EB6"/>
    <w:rsid w:val="002255A7"/>
    <w:rsid w:val="00242C1F"/>
    <w:rsid w:val="00262024"/>
    <w:rsid w:val="00264011"/>
    <w:rsid w:val="00267029"/>
    <w:rsid w:val="00280AA0"/>
    <w:rsid w:val="00287A45"/>
    <w:rsid w:val="00296689"/>
    <w:rsid w:val="002E608C"/>
    <w:rsid w:val="002F56F5"/>
    <w:rsid w:val="003102C0"/>
    <w:rsid w:val="00311BD0"/>
    <w:rsid w:val="00320C0F"/>
    <w:rsid w:val="0032258C"/>
    <w:rsid w:val="00325544"/>
    <w:rsid w:val="0033317D"/>
    <w:rsid w:val="0033359C"/>
    <w:rsid w:val="003436E9"/>
    <w:rsid w:val="0034676F"/>
    <w:rsid w:val="003651C9"/>
    <w:rsid w:val="003750E6"/>
    <w:rsid w:val="00391AC2"/>
    <w:rsid w:val="003A245E"/>
    <w:rsid w:val="003A5BBC"/>
    <w:rsid w:val="003B0FC6"/>
    <w:rsid w:val="003B1E7D"/>
    <w:rsid w:val="003C5D22"/>
    <w:rsid w:val="003D4B9E"/>
    <w:rsid w:val="003E2074"/>
    <w:rsid w:val="003F4568"/>
    <w:rsid w:val="00403B26"/>
    <w:rsid w:val="00404A73"/>
    <w:rsid w:val="00404C9C"/>
    <w:rsid w:val="004073B7"/>
    <w:rsid w:val="0041200B"/>
    <w:rsid w:val="004301A7"/>
    <w:rsid w:val="00464664"/>
    <w:rsid w:val="00474492"/>
    <w:rsid w:val="00480C87"/>
    <w:rsid w:val="00481311"/>
    <w:rsid w:val="00484637"/>
    <w:rsid w:val="004A3261"/>
    <w:rsid w:val="004C3683"/>
    <w:rsid w:val="004E4430"/>
    <w:rsid w:val="004E705F"/>
    <w:rsid w:val="004E7C75"/>
    <w:rsid w:val="004F75C4"/>
    <w:rsid w:val="005005E0"/>
    <w:rsid w:val="00501B8C"/>
    <w:rsid w:val="00506EFF"/>
    <w:rsid w:val="005129D4"/>
    <w:rsid w:val="00530147"/>
    <w:rsid w:val="00532C21"/>
    <w:rsid w:val="0056592E"/>
    <w:rsid w:val="00576B04"/>
    <w:rsid w:val="0058105B"/>
    <w:rsid w:val="00594755"/>
    <w:rsid w:val="005A3203"/>
    <w:rsid w:val="005A3855"/>
    <w:rsid w:val="005B63ED"/>
    <w:rsid w:val="005C34B4"/>
    <w:rsid w:val="005C540F"/>
    <w:rsid w:val="005D5354"/>
    <w:rsid w:val="00600909"/>
    <w:rsid w:val="00614BF3"/>
    <w:rsid w:val="00626359"/>
    <w:rsid w:val="00642D97"/>
    <w:rsid w:val="00645214"/>
    <w:rsid w:val="00672A66"/>
    <w:rsid w:val="00673CD5"/>
    <w:rsid w:val="00682371"/>
    <w:rsid w:val="006A40F5"/>
    <w:rsid w:val="006B3CE0"/>
    <w:rsid w:val="006C505F"/>
    <w:rsid w:val="006C643B"/>
    <w:rsid w:val="006D5977"/>
    <w:rsid w:val="006E3F88"/>
    <w:rsid w:val="006E6DF1"/>
    <w:rsid w:val="006F575E"/>
    <w:rsid w:val="007466AA"/>
    <w:rsid w:val="00777AED"/>
    <w:rsid w:val="00784F01"/>
    <w:rsid w:val="00786E1E"/>
    <w:rsid w:val="007905CC"/>
    <w:rsid w:val="007B550A"/>
    <w:rsid w:val="007D1539"/>
    <w:rsid w:val="007D6B39"/>
    <w:rsid w:val="007E1C96"/>
    <w:rsid w:val="007E24BE"/>
    <w:rsid w:val="007E5571"/>
    <w:rsid w:val="007F51E1"/>
    <w:rsid w:val="008010CC"/>
    <w:rsid w:val="00845CE9"/>
    <w:rsid w:val="008540C9"/>
    <w:rsid w:val="0086462D"/>
    <w:rsid w:val="0087467C"/>
    <w:rsid w:val="00882ABB"/>
    <w:rsid w:val="00895ED0"/>
    <w:rsid w:val="008A7A68"/>
    <w:rsid w:val="008D074C"/>
    <w:rsid w:val="008D718C"/>
    <w:rsid w:val="008F1871"/>
    <w:rsid w:val="008F4A75"/>
    <w:rsid w:val="00907E1C"/>
    <w:rsid w:val="00925E6F"/>
    <w:rsid w:val="00934B5E"/>
    <w:rsid w:val="00946476"/>
    <w:rsid w:val="009551FF"/>
    <w:rsid w:val="00973EF9"/>
    <w:rsid w:val="009742DF"/>
    <w:rsid w:val="00983AA8"/>
    <w:rsid w:val="00986E01"/>
    <w:rsid w:val="00996175"/>
    <w:rsid w:val="009A423C"/>
    <w:rsid w:val="009B3D82"/>
    <w:rsid w:val="009E0C43"/>
    <w:rsid w:val="009E77FE"/>
    <w:rsid w:val="00A016DA"/>
    <w:rsid w:val="00A06648"/>
    <w:rsid w:val="00A1022D"/>
    <w:rsid w:val="00A37E90"/>
    <w:rsid w:val="00A40DF0"/>
    <w:rsid w:val="00A4124B"/>
    <w:rsid w:val="00A46818"/>
    <w:rsid w:val="00A571B0"/>
    <w:rsid w:val="00A626B6"/>
    <w:rsid w:val="00A62A7B"/>
    <w:rsid w:val="00A62FBF"/>
    <w:rsid w:val="00A72528"/>
    <w:rsid w:val="00A77438"/>
    <w:rsid w:val="00A94F29"/>
    <w:rsid w:val="00A95AE1"/>
    <w:rsid w:val="00A95F64"/>
    <w:rsid w:val="00AB73D0"/>
    <w:rsid w:val="00AC7893"/>
    <w:rsid w:val="00AF3ED5"/>
    <w:rsid w:val="00B00F53"/>
    <w:rsid w:val="00B02B76"/>
    <w:rsid w:val="00B2303D"/>
    <w:rsid w:val="00B85D1E"/>
    <w:rsid w:val="00B87715"/>
    <w:rsid w:val="00B9413F"/>
    <w:rsid w:val="00BB707A"/>
    <w:rsid w:val="00BB7711"/>
    <w:rsid w:val="00BD2039"/>
    <w:rsid w:val="00BD3AD7"/>
    <w:rsid w:val="00BE0D0A"/>
    <w:rsid w:val="00BE2097"/>
    <w:rsid w:val="00BF63AF"/>
    <w:rsid w:val="00C00014"/>
    <w:rsid w:val="00C02943"/>
    <w:rsid w:val="00C02EDC"/>
    <w:rsid w:val="00C14543"/>
    <w:rsid w:val="00C23560"/>
    <w:rsid w:val="00C27026"/>
    <w:rsid w:val="00C31C1C"/>
    <w:rsid w:val="00C46E90"/>
    <w:rsid w:val="00C51719"/>
    <w:rsid w:val="00C60E4B"/>
    <w:rsid w:val="00C93F14"/>
    <w:rsid w:val="00CB67F8"/>
    <w:rsid w:val="00CC5851"/>
    <w:rsid w:val="00CD45FF"/>
    <w:rsid w:val="00CD7A3F"/>
    <w:rsid w:val="00CF0002"/>
    <w:rsid w:val="00CF48E2"/>
    <w:rsid w:val="00D030BF"/>
    <w:rsid w:val="00D05E28"/>
    <w:rsid w:val="00D226D8"/>
    <w:rsid w:val="00D33562"/>
    <w:rsid w:val="00D33E48"/>
    <w:rsid w:val="00D3400D"/>
    <w:rsid w:val="00D37FEC"/>
    <w:rsid w:val="00D406EB"/>
    <w:rsid w:val="00D5440D"/>
    <w:rsid w:val="00D653F9"/>
    <w:rsid w:val="00D75828"/>
    <w:rsid w:val="00D934A9"/>
    <w:rsid w:val="00DA16EC"/>
    <w:rsid w:val="00DD1D75"/>
    <w:rsid w:val="00DD4682"/>
    <w:rsid w:val="00DD623C"/>
    <w:rsid w:val="00DE370B"/>
    <w:rsid w:val="00DF415B"/>
    <w:rsid w:val="00E071A2"/>
    <w:rsid w:val="00E3095C"/>
    <w:rsid w:val="00E32079"/>
    <w:rsid w:val="00E36E8B"/>
    <w:rsid w:val="00E56731"/>
    <w:rsid w:val="00E62A6B"/>
    <w:rsid w:val="00E6556B"/>
    <w:rsid w:val="00E66537"/>
    <w:rsid w:val="00E73FEA"/>
    <w:rsid w:val="00E82228"/>
    <w:rsid w:val="00E85854"/>
    <w:rsid w:val="00E90F49"/>
    <w:rsid w:val="00EA3753"/>
    <w:rsid w:val="00EC4107"/>
    <w:rsid w:val="00EC4C3B"/>
    <w:rsid w:val="00ED52E4"/>
    <w:rsid w:val="00ED6307"/>
    <w:rsid w:val="00EE0C04"/>
    <w:rsid w:val="00EF7C00"/>
    <w:rsid w:val="00F01CA6"/>
    <w:rsid w:val="00F11FA4"/>
    <w:rsid w:val="00F2216A"/>
    <w:rsid w:val="00F229EF"/>
    <w:rsid w:val="00F31091"/>
    <w:rsid w:val="00F34DBC"/>
    <w:rsid w:val="00F562E4"/>
    <w:rsid w:val="00F75D89"/>
    <w:rsid w:val="00F766B7"/>
    <w:rsid w:val="00F823A7"/>
    <w:rsid w:val="00F86681"/>
    <w:rsid w:val="00FA518A"/>
    <w:rsid w:val="00FB3B5A"/>
    <w:rsid w:val="00FB49BE"/>
    <w:rsid w:val="00FB61C0"/>
    <w:rsid w:val="00FB716C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E25F0E-421B-4B40-A68C-D2F72DB4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F575E"/>
    <w:pPr>
      <w:ind w:left="720"/>
      <w:contextualSpacing/>
    </w:pPr>
  </w:style>
  <w:style w:type="character" w:styleId="a9">
    <w:name w:val="FollowedHyperlink"/>
    <w:basedOn w:val="a0"/>
    <w:semiHidden/>
    <w:unhideWhenUsed/>
    <w:rsid w:val="004073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.me/esportsr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\Downloads\&#1041;&#1083;&#1072;&#1085;&#1082;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A496B-461A-4CD4-A4CC-9ECC0556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Бланк2018</Template>
  <TotalTime>1390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Ildr</dc:creator>
  <cp:lastModifiedBy>User</cp:lastModifiedBy>
  <cp:revision>46</cp:revision>
  <cp:lastPrinted>2022-11-14T13:25:00Z</cp:lastPrinted>
  <dcterms:created xsi:type="dcterms:W3CDTF">2021-11-09T18:11:00Z</dcterms:created>
  <dcterms:modified xsi:type="dcterms:W3CDTF">2023-07-04T13:43:00Z</dcterms:modified>
</cp:coreProperties>
</file>